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0E7CF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EE42D6" w:rsidRPr="00EE42D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EE42D6" w:rsidRPr="00EE42D6">
        <w:rPr>
          <w:b/>
          <w:sz w:val="24"/>
        </w:rPr>
        <w:t>BP.271.23.2019.BS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EE42D6" w:rsidRPr="00EE42D6">
        <w:rPr>
          <w:b/>
        </w:rPr>
        <w:t>przetarg nieograniczony</w:t>
      </w:r>
      <w:r w:rsidR="00753DC1">
        <w:t xml:space="preserve"> na:</w:t>
      </w:r>
    </w:p>
    <w:p w:rsidR="0000184A" w:rsidRDefault="00EE42D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EE42D6">
        <w:rPr>
          <w:b/>
          <w:sz w:val="24"/>
          <w:szCs w:val="24"/>
        </w:rPr>
        <w:t>Budowa kortu tenisowego wraz z infrastrukturą towarzyszącą w Psarskim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EE42D6" w:rsidRPr="00EE42D6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EE42D6" w:rsidRPr="00EE42D6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EE42D6" w:rsidRPr="00EE42D6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AA2" w:rsidRDefault="00721AA2">
      <w:r>
        <w:separator/>
      </w:r>
    </w:p>
  </w:endnote>
  <w:endnote w:type="continuationSeparator" w:id="0">
    <w:p w:rsidR="00721AA2" w:rsidRDefault="0072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0E7CF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E337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E337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D6" w:rsidRDefault="00EE4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AA2" w:rsidRDefault="00721AA2">
      <w:r>
        <w:separator/>
      </w:r>
    </w:p>
  </w:footnote>
  <w:footnote w:type="continuationSeparator" w:id="0">
    <w:p w:rsidR="00721AA2" w:rsidRDefault="00721AA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D6" w:rsidRDefault="00EE42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D6" w:rsidRDefault="00EE42D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D6" w:rsidRDefault="00EE42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A2"/>
    <w:rsid w:val="0000184A"/>
    <w:rsid w:val="00012997"/>
    <w:rsid w:val="000621A2"/>
    <w:rsid w:val="00075CEC"/>
    <w:rsid w:val="000E7CFB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4E337B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21AA2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EE42D6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93A96-32E6-4CBE-9F28-23919140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2019-06-06T08:34:00Z</dcterms:created>
  <dcterms:modified xsi:type="dcterms:W3CDTF">2019-06-06T08:34:00Z</dcterms:modified>
</cp:coreProperties>
</file>